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311D56C2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</w:t>
      </w:r>
      <w:r w:rsidR="002A72BE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547689">
        <w:rPr>
          <w:rFonts w:ascii="Arial" w:eastAsia="Calibri" w:hAnsi="Arial" w:cs="Arial"/>
          <w:b/>
          <w:iCs/>
          <w:sz w:val="18"/>
          <w:szCs w:val="18"/>
        </w:rPr>
        <w:t xml:space="preserve">podstacji trakcyjnej PT </w:t>
      </w:r>
      <w:r w:rsidR="00151A9E">
        <w:rPr>
          <w:rFonts w:ascii="Arial" w:eastAsia="Calibri" w:hAnsi="Arial" w:cs="Arial"/>
          <w:b/>
          <w:iCs/>
          <w:sz w:val="18"/>
          <w:szCs w:val="18"/>
        </w:rPr>
        <w:t>Pawłowice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7E7AC49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78B7989B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6C9B9A91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4584FC00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 xml:space="preserve">Remont budynku </w:t>
            </w:r>
            <w:r w:rsidR="00547689">
              <w:rPr>
                <w:rFonts w:eastAsia="Calibri" w:cstheme="minorHAnsi"/>
                <w:iCs/>
                <w:sz w:val="22"/>
                <w:szCs w:val="22"/>
              </w:rPr>
              <w:t xml:space="preserve">podstacji trakcyjnej PT </w:t>
            </w:r>
            <w:r w:rsidR="00151A9E">
              <w:rPr>
                <w:rFonts w:eastAsia="Calibri" w:cstheme="minorHAnsi"/>
                <w:iCs/>
                <w:sz w:val="22"/>
                <w:szCs w:val="22"/>
              </w:rPr>
              <w:t>Pawłowice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5A203D7F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</w:t>
            </w:r>
            <w:r w:rsidR="00547689">
              <w:rPr>
                <w:rFonts w:cstheme="minorHAnsi"/>
                <w:color w:val="000000"/>
                <w:sz w:val="22"/>
                <w:szCs w:val="22"/>
              </w:rPr>
              <w:t xml:space="preserve">podstacji trakcyjnej PT </w:t>
            </w:r>
            <w:r w:rsidR="00151A9E">
              <w:rPr>
                <w:rFonts w:cstheme="minorHAnsi"/>
                <w:color w:val="000000"/>
                <w:sz w:val="22"/>
                <w:szCs w:val="22"/>
              </w:rPr>
              <w:t>Pawłowice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C6251D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1A21EA00" w:rsidR="004D013C" w:rsidRPr="00151A9E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151A9E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151A9E" w:rsidRPr="00151A9E">
              <w:rPr>
                <w:sz w:val="22"/>
                <w:szCs w:val="22"/>
              </w:rPr>
              <w:t>49.96213833</w:t>
            </w:r>
            <w:r w:rsidR="002A72BE" w:rsidRPr="00151A9E">
              <w:rPr>
                <w:sz w:val="22"/>
                <w:szCs w:val="22"/>
              </w:rPr>
              <w:t>;</w:t>
            </w:r>
            <w:r w:rsidR="0093681A" w:rsidRPr="00151A9E">
              <w:rPr>
                <w:sz w:val="22"/>
                <w:szCs w:val="22"/>
              </w:rPr>
              <w:t xml:space="preserve"> </w:t>
            </w:r>
            <w:r w:rsidRPr="00151A9E">
              <w:rPr>
                <w:rStyle w:val="Uwydatnienie"/>
                <w:i w:val="0"/>
                <w:iCs w:val="0"/>
                <w:sz w:val="22"/>
                <w:szCs w:val="22"/>
              </w:rPr>
              <w:t>E</w:t>
            </w:r>
            <w:r w:rsidR="002A72BE" w:rsidRPr="00151A9E">
              <w:rPr>
                <w:rStyle w:val="Uwydatnienie"/>
                <w:i w:val="0"/>
                <w:iCs w:val="0"/>
                <w:sz w:val="22"/>
                <w:szCs w:val="22"/>
              </w:rPr>
              <w:t xml:space="preserve">: </w:t>
            </w:r>
            <w:r w:rsidR="00151A9E" w:rsidRPr="00151A9E">
              <w:rPr>
                <w:sz w:val="22"/>
                <w:szCs w:val="22"/>
              </w:rPr>
              <w:t>18.72684929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7DC92F34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74E6F7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5CCD8C9D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549838AD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0E36FC0F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</w:t>
      </w:r>
      <w:r w:rsidR="00547689">
        <w:rPr>
          <w:color w:val="000000"/>
        </w:rPr>
        <w:t xml:space="preserve">podstacji trakcyjnej PT </w:t>
      </w:r>
      <w:r w:rsidR="00151A9E">
        <w:rPr>
          <w:color w:val="000000"/>
        </w:rPr>
        <w:t>Pawłowice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</w:t>
      </w:r>
      <w:r w:rsidR="006A2DD1">
        <w:rPr>
          <w:rFonts w:cstheme="minorHAnsi"/>
        </w:rPr>
        <w:t xml:space="preserve"> </w:t>
      </w:r>
      <w:r w:rsidR="00FA5CEE" w:rsidRPr="00055533">
        <w:rPr>
          <w:rFonts w:cstheme="minorHAnsi"/>
        </w:rPr>
        <w:t>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  <w:r w:rsidR="002A72BE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305EA58F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>Wykonawca zobowiązany będzie do przedstawienia wraz z ofertą skanu Ubezpieczenia od Odpowiedzialności Cywilnej oraz skanu opłaconej składki. Suma ubezpieczenia min 1 000 000 zł.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2D29D89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</w:t>
      </w:r>
    </w:p>
    <w:p w14:paraId="7C2B3472" w14:textId="3A023172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853A0DB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2A72BE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0D572582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 w:rsidR="00F67DA6"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7FEA12F1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Z</w:t>
      </w:r>
      <w:r w:rsidRPr="00FA3DC3">
        <w:rPr>
          <w:rFonts w:cstheme="minorHAnsi"/>
          <w:i/>
          <w:iCs/>
        </w:rPr>
        <w:t xml:space="preserve">akres prac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547689">
        <w:rPr>
          <w:i/>
          <w:iCs/>
          <w:color w:val="000000"/>
          <w:sz w:val="23"/>
          <w:szCs w:val="23"/>
        </w:rPr>
        <w:t xml:space="preserve">podstacji trakcyjnej PT </w:t>
      </w:r>
      <w:r w:rsidR="00151A9E">
        <w:rPr>
          <w:i/>
          <w:iCs/>
          <w:color w:val="000000"/>
          <w:sz w:val="23"/>
          <w:szCs w:val="23"/>
        </w:rPr>
        <w:t>Pawłowice</w:t>
      </w:r>
    </w:p>
    <w:p w14:paraId="2B157FC5" w14:textId="06AACD63" w:rsidR="00CC00AF" w:rsidRPr="002A72BE" w:rsidRDefault="00F80AF2" w:rsidP="002A72B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K</w:t>
      </w:r>
      <w:r w:rsidRPr="00FA3DC3">
        <w:rPr>
          <w:rFonts w:cstheme="minorHAnsi"/>
          <w:i/>
          <w:iCs/>
        </w:rPr>
        <w:t xml:space="preserve">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547689">
        <w:rPr>
          <w:i/>
          <w:iCs/>
          <w:color w:val="000000"/>
          <w:sz w:val="23"/>
          <w:szCs w:val="23"/>
        </w:rPr>
        <w:t>podstacji trakcyjnej PT</w:t>
      </w:r>
      <w:r w:rsidR="00151A9E">
        <w:rPr>
          <w:i/>
          <w:iCs/>
          <w:color w:val="000000"/>
          <w:sz w:val="23"/>
          <w:szCs w:val="23"/>
        </w:rPr>
        <w:t xml:space="preserve"> Pawłowice</w:t>
      </w:r>
    </w:p>
    <w:sectPr w:rsidR="00CC00AF" w:rsidRPr="002A72BE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CA457" w14:textId="77777777" w:rsidR="00CF0A07" w:rsidRDefault="00CF0A07">
      <w:r>
        <w:separator/>
      </w:r>
    </w:p>
  </w:endnote>
  <w:endnote w:type="continuationSeparator" w:id="0">
    <w:p w14:paraId="6FB22C6E" w14:textId="77777777" w:rsidR="00CF0A07" w:rsidRDefault="00CF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1F4E1" w14:textId="77777777" w:rsidR="00CF0A07" w:rsidRDefault="00CF0A07">
      <w:r>
        <w:separator/>
      </w:r>
    </w:p>
  </w:footnote>
  <w:footnote w:type="continuationSeparator" w:id="0">
    <w:p w14:paraId="5661AF6C" w14:textId="77777777" w:rsidR="00CF0A07" w:rsidRDefault="00CF0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377F3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1A9E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A72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47689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2DD1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0BD5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379A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6251D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0A07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D6E7F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67DA6"/>
    <w:rsid w:val="00F70632"/>
    <w:rsid w:val="00F72444"/>
    <w:rsid w:val="00F72ABE"/>
    <w:rsid w:val="00F7664C"/>
    <w:rsid w:val="00F80AF2"/>
    <w:rsid w:val="00F82685"/>
    <w:rsid w:val="00F9062B"/>
    <w:rsid w:val="00F93510"/>
    <w:rsid w:val="00F95EF9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podstacji trakcyjnej PT Pawłowice.docx</dmsv2BaseFileName>
    <dmsv2BaseDisplayName xmlns="http://schemas.microsoft.com/sharepoint/v3">OPZ Remont budynku podstacji trakcyjnej PT Pawłowice</dmsv2BaseDisplayName>
    <dmsv2SWPP2ObjectNumber xmlns="http://schemas.microsoft.com/sharepoint/v3" xsi:nil="true"/>
    <dmsv2SWPP2SumMD5 xmlns="http://schemas.microsoft.com/sharepoint/v3">830a971aab5965dcd90ad412da989495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23783079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DPFVW34YURAE-1996658973-11375</_dlc_DocId>
    <_dlc_DocIdUrl xmlns="a19cb1c7-c5c7-46d4-85ae-d83685407bba">
      <Url>https://swpp2.dms.gkpge.pl/sites/40/_layouts/15/DocIdRedir.aspx?ID=DPFVW34YURAE-1996658973-11375</Url>
      <Description>DPFVW34YURAE-1996658973-11375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37D338-2AAD-4D82-9EFF-17CF1B24814A}"/>
</file>

<file path=customXml/itemProps5.xml><?xml version="1.0" encoding="utf-8"?>
<ds:datastoreItem xmlns:ds="http://schemas.openxmlformats.org/officeDocument/2006/customXml" ds:itemID="{54ABD783-B342-4607-B5F7-32716DDEA35C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2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2</cp:revision>
  <cp:lastPrinted>2023-08-21T07:51:00Z</cp:lastPrinted>
  <dcterms:created xsi:type="dcterms:W3CDTF">2025-11-21T06:38:00Z</dcterms:created>
  <dcterms:modified xsi:type="dcterms:W3CDTF">2025-11-21T06:38:00Z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a48abdd4-938a-4567-af96-1551fab5c054</vt:lpwstr>
  </property>
</Properties>
</file>